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8FC3" w14:textId="77777777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40279EDC" w14:textId="2970C949" w:rsidR="00F02F91" w:rsidRPr="008660E6" w:rsidRDefault="00F02F91" w:rsidP="00F02F9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821BB9" w:rsidRPr="00821BB9">
        <w:rPr>
          <w:rFonts w:eastAsia="Times New Roman" w:cs="Times New Roman"/>
          <w:b/>
          <w:lang w:eastAsia="cs-CZ"/>
        </w:rPr>
        <w:t>Požární zásahová technika - ANK M2 4x4 s rukou</w:t>
      </w:r>
      <w:r w:rsidRPr="008660E6">
        <w:rPr>
          <w:rFonts w:eastAsia="Times New Roman" w:cs="Times New Roman"/>
          <w:b/>
          <w:lang w:eastAsia="cs-CZ"/>
        </w:rPr>
        <w:t xml:space="preserve">“, </w:t>
      </w:r>
    </w:p>
    <w:p w14:paraId="2FC7EB43" w14:textId="7EDB6426" w:rsidR="00F02F91" w:rsidRPr="00493B1B" w:rsidRDefault="009E1C84" w:rsidP="00F02F91">
      <w:pPr>
        <w:rPr>
          <w:lang w:eastAsia="cs-CZ"/>
        </w:rPr>
      </w:pPr>
      <w:proofErr w:type="spellStart"/>
      <w:proofErr w:type="gramStart"/>
      <w:r>
        <w:rPr>
          <w:rFonts w:eastAsia="Times New Roman" w:cs="Times New Roman"/>
          <w:lang w:eastAsia="cs-CZ"/>
        </w:rPr>
        <w:t>č.j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r w:rsidR="00821BB9">
        <w:rPr>
          <w:rFonts w:eastAsia="Times New Roman" w:cs="Times New Roman"/>
          <w:lang w:eastAsia="cs-CZ"/>
        </w:rPr>
        <w:t xml:space="preserve"> </w:t>
      </w:r>
      <w:r w:rsidR="00821BB9" w:rsidRPr="00821BB9">
        <w:rPr>
          <w:rFonts w:eastAsia="Times New Roman" w:cs="Times New Roman"/>
          <w:lang w:eastAsia="cs-CZ"/>
        </w:rPr>
        <w:t>87104/2020</w:t>
      </w:r>
      <w:proofErr w:type="gramEnd"/>
      <w:r w:rsidR="00821BB9" w:rsidRPr="00821BB9">
        <w:rPr>
          <w:rFonts w:eastAsia="Times New Roman" w:cs="Times New Roman"/>
          <w:lang w:eastAsia="cs-CZ"/>
        </w:rPr>
        <w:t>-SŽ-GŘ-O8</w:t>
      </w:r>
      <w:r w:rsidR="00821BB9">
        <w:rPr>
          <w:rFonts w:eastAsia="Times New Roman" w:cs="Times New Roman"/>
          <w:lang w:eastAsia="cs-CZ"/>
        </w:rPr>
        <w:t xml:space="preserve"> </w:t>
      </w:r>
      <w:r w:rsidR="00F02F91" w:rsidRPr="002924C3">
        <w:rPr>
          <w:lang w:eastAsia="cs-CZ"/>
        </w:rPr>
        <w:t>tímto čestně prohlašuje, že není účastníkem</w:t>
      </w:r>
      <w:r w:rsidR="00F02F91" w:rsidRPr="00493B1B">
        <w:rPr>
          <w:lang w:eastAsia="cs-CZ"/>
        </w:rPr>
        <w:t>, který</w:t>
      </w:r>
    </w:p>
    <w:p w14:paraId="1E38BEB6" w14:textId="77777777" w:rsidR="00AA3FA1" w:rsidRDefault="00AA3FA1" w:rsidP="00AA3FA1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1F90345" w14:textId="77777777" w:rsidR="00AA3FA1" w:rsidRDefault="00AA3FA1" w:rsidP="00AA3FA1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FF158E" w14:textId="77777777" w:rsidR="00AA3FA1" w:rsidRDefault="00AA3FA1" w:rsidP="00AA3FA1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7CEAB7DC" w14:textId="77777777" w:rsidR="00AA3FA1" w:rsidRDefault="00AA3FA1" w:rsidP="00AA3FA1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9C6A82" w14:textId="77777777" w:rsidR="00AA3FA1" w:rsidRDefault="00AA3FA1" w:rsidP="00AA3FA1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2AED32C" w14:textId="77777777" w:rsidR="00AA3FA1" w:rsidRDefault="00AA3FA1" w:rsidP="00AA3FA1">
      <w:pPr>
        <w:rPr>
          <w:lang w:eastAsia="cs-CZ"/>
        </w:rPr>
      </w:pPr>
    </w:p>
    <w:p w14:paraId="77E7FF92" w14:textId="77777777" w:rsidR="00AA3FA1" w:rsidRDefault="00AA3FA1" w:rsidP="00AA3FA1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1A4473E9" w14:textId="77777777" w:rsidR="00AA3FA1" w:rsidRDefault="00AA3FA1" w:rsidP="00AA3FA1">
      <w:pPr>
        <w:rPr>
          <w:lang w:eastAsia="cs-CZ"/>
        </w:rPr>
      </w:pPr>
    </w:p>
    <w:p w14:paraId="5FBE693E" w14:textId="3AC9B85B" w:rsidR="00F02F91" w:rsidRPr="00493B1B" w:rsidRDefault="00AA3FA1" w:rsidP="00F02F91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  <w:bookmarkStart w:id="1" w:name="_GoBack"/>
      <w:bookmarkEnd w:id="1"/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69685" w14:textId="77777777" w:rsidR="006D42B7" w:rsidRDefault="006D42B7" w:rsidP="00962258">
      <w:pPr>
        <w:spacing w:after="0" w:line="240" w:lineRule="auto"/>
      </w:pPr>
      <w:r>
        <w:separator/>
      </w:r>
    </w:p>
  </w:endnote>
  <w:endnote w:type="continuationSeparator" w:id="0">
    <w:p w14:paraId="746289D7" w14:textId="77777777" w:rsidR="006D42B7" w:rsidRDefault="006D42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19F15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3F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3F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55909C85" w:rsidR="00F1715C" w:rsidRDefault="00F1715C" w:rsidP="00460660">
          <w:pPr>
            <w:pStyle w:val="Zpat"/>
          </w:pPr>
          <w:r>
            <w:t>www.s</w:t>
          </w:r>
          <w:r w:rsidR="004B30DF">
            <w:t>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F4EC3" w14:textId="77777777" w:rsidR="006D42B7" w:rsidRDefault="006D42B7" w:rsidP="00962258">
      <w:pPr>
        <w:spacing w:after="0" w:line="240" w:lineRule="auto"/>
      </w:pPr>
      <w:r>
        <w:separator/>
      </w:r>
    </w:p>
  </w:footnote>
  <w:footnote w:type="continuationSeparator" w:id="0">
    <w:p w14:paraId="3E639602" w14:textId="77777777" w:rsidR="006D42B7" w:rsidRDefault="006D42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0D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BB9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6177B"/>
    <w:rsid w:val="00A66136"/>
    <w:rsid w:val="00AA3FA1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93E6DAFB-9036-450D-9FF5-3902C54E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4CE64A-8772-4155-B34E-6AB5A2BA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2021-01-06T10:44:00Z</dcterms:created>
  <dcterms:modified xsi:type="dcterms:W3CDTF">2021-01-27T09:54:00Z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